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4A0D" w:rsidRDefault="008A4A0D" w:rsidP="008A4A0D">
      <w:pPr>
        <w:pStyle w:val="Nagwek4"/>
        <w:rPr>
          <w:bCs/>
          <w:i w:val="0"/>
          <w:szCs w:val="24"/>
        </w:rPr>
      </w:pPr>
      <w:r>
        <w:rPr>
          <w:bCs/>
          <w:i w:val="0"/>
          <w:szCs w:val="24"/>
        </w:rPr>
        <w:t>Znak sprawy : K-2.381/28/BIP/2025</w:t>
      </w:r>
    </w:p>
    <w:p w:rsidR="005103B9" w:rsidRPr="00E215C2" w:rsidRDefault="006676AE" w:rsidP="00A44833">
      <w:pPr>
        <w:pStyle w:val="Nagwek4"/>
        <w:spacing w:after="360"/>
        <w:rPr>
          <w:bCs/>
          <w:i w:val="0"/>
          <w:szCs w:val="24"/>
        </w:rPr>
      </w:pPr>
      <w:r w:rsidRPr="00E215C2">
        <w:rPr>
          <w:bCs/>
          <w:i w:val="0"/>
          <w:szCs w:val="24"/>
        </w:rPr>
        <w:t xml:space="preserve">Załącznik </w:t>
      </w:r>
      <w:r w:rsidR="008A4A0D">
        <w:rPr>
          <w:bCs/>
          <w:i w:val="0"/>
          <w:szCs w:val="24"/>
        </w:rPr>
        <w:t>11</w:t>
      </w:r>
      <w:r w:rsidR="00B36ABD" w:rsidRPr="00E215C2">
        <w:rPr>
          <w:bCs/>
          <w:i w:val="0"/>
          <w:szCs w:val="24"/>
        </w:rPr>
        <w:t xml:space="preserve"> do </w:t>
      </w:r>
      <w:r w:rsidR="008A4A0D">
        <w:rPr>
          <w:bCs/>
          <w:i w:val="0"/>
          <w:szCs w:val="24"/>
        </w:rPr>
        <w:t>ogłoszenia</w:t>
      </w:r>
    </w:p>
    <w:p w:rsidR="00C4103F" w:rsidRPr="00E215C2" w:rsidRDefault="007118F0" w:rsidP="00FF2111">
      <w:pPr>
        <w:spacing w:after="80" w:line="276" w:lineRule="auto"/>
        <w:ind w:left="4111"/>
        <w:rPr>
          <w:rFonts w:ascii="Times New Roman" w:hAnsi="Times New Roman"/>
          <w:b/>
          <w:sz w:val="24"/>
          <w:szCs w:val="24"/>
        </w:rPr>
      </w:pPr>
      <w:r w:rsidRPr="00E215C2">
        <w:rPr>
          <w:rFonts w:ascii="Times New Roman" w:hAnsi="Times New Roman"/>
          <w:b/>
          <w:sz w:val="24"/>
          <w:szCs w:val="24"/>
        </w:rPr>
        <w:t>Zamawiający</w:t>
      </w:r>
      <w:r w:rsidR="007936D6" w:rsidRPr="00E215C2">
        <w:rPr>
          <w:rFonts w:ascii="Times New Roman" w:hAnsi="Times New Roman"/>
          <w:b/>
          <w:sz w:val="24"/>
          <w:szCs w:val="24"/>
        </w:rPr>
        <w:t>:</w:t>
      </w:r>
    </w:p>
    <w:p w:rsidR="006676AE" w:rsidRPr="00E215C2" w:rsidRDefault="00201182" w:rsidP="002578E4">
      <w:pPr>
        <w:pStyle w:val="Tekstpodstawowy"/>
        <w:spacing w:after="0" w:line="360" w:lineRule="auto"/>
        <w:ind w:left="4111"/>
      </w:pPr>
      <w:r w:rsidRPr="00E215C2">
        <w:t xml:space="preserve">Akademia Kultury Fizycznej </w:t>
      </w:r>
      <w:r w:rsidR="00E215C2">
        <w:br/>
      </w:r>
      <w:r w:rsidRPr="00E215C2">
        <w:t>im Bronisława Czecha</w:t>
      </w:r>
      <w:r w:rsidR="00E215C2">
        <w:t xml:space="preserve"> w Krakowie</w:t>
      </w:r>
    </w:p>
    <w:p w:rsidR="006676AE" w:rsidRPr="00E215C2" w:rsidRDefault="00201182" w:rsidP="002578E4">
      <w:pPr>
        <w:pStyle w:val="Tekstpodstawowy"/>
        <w:spacing w:after="0" w:line="360" w:lineRule="auto"/>
        <w:ind w:left="4111"/>
      </w:pPr>
      <w:r w:rsidRPr="00E215C2">
        <w:t>al. Jana Pawła II</w:t>
      </w:r>
      <w:r w:rsidR="006676AE" w:rsidRPr="00E215C2">
        <w:t xml:space="preserve"> </w:t>
      </w:r>
      <w:r w:rsidRPr="00E215C2">
        <w:t>78</w:t>
      </w:r>
      <w:r w:rsidR="006676AE" w:rsidRPr="00E215C2">
        <w:t xml:space="preserve"> </w:t>
      </w:r>
    </w:p>
    <w:p w:rsidR="00F90CD1" w:rsidRPr="00E215C2" w:rsidRDefault="00201182" w:rsidP="00F90CD1">
      <w:pPr>
        <w:pStyle w:val="Tekstpodstawowy"/>
        <w:spacing w:after="0" w:line="276" w:lineRule="auto"/>
        <w:ind w:left="4111"/>
      </w:pPr>
      <w:r w:rsidRPr="00E215C2">
        <w:t>31-571</w:t>
      </w:r>
      <w:r w:rsidR="006676AE" w:rsidRPr="00E215C2">
        <w:t xml:space="preserve"> </w:t>
      </w:r>
      <w:r w:rsidRPr="00E215C2">
        <w:t>Kraków</w:t>
      </w:r>
    </w:p>
    <w:p w:rsidR="009169D4" w:rsidRPr="00E215C2" w:rsidRDefault="009169D4" w:rsidP="00F90CD1">
      <w:pPr>
        <w:pStyle w:val="Tekstpodstawowy"/>
        <w:spacing w:after="0" w:line="276" w:lineRule="auto"/>
        <w:ind w:left="4111"/>
        <w:rPr>
          <w:i/>
        </w:rPr>
      </w:pPr>
      <w:r w:rsidRPr="00E215C2">
        <w:rPr>
          <w:i/>
        </w:rPr>
        <w:t>…………………………………………………………</w:t>
      </w:r>
    </w:p>
    <w:p w:rsidR="002578E4" w:rsidRDefault="002578E4" w:rsidP="00E215C2">
      <w:pPr>
        <w:pStyle w:val="Tekstpodstawowy"/>
        <w:spacing w:after="0" w:line="276" w:lineRule="auto"/>
        <w:ind w:left="4111"/>
        <w:rPr>
          <w:iCs/>
        </w:rPr>
      </w:pPr>
      <w:r w:rsidRPr="00E215C2">
        <w:rPr>
          <w:iCs/>
        </w:rPr>
        <w:t>[</w:t>
      </w:r>
      <w:r w:rsidR="009169D4" w:rsidRPr="00E215C2">
        <w:rPr>
          <w:iCs/>
        </w:rPr>
        <w:t>pełna nazwa, adres</w:t>
      </w:r>
      <w:r w:rsidRPr="00E215C2">
        <w:rPr>
          <w:iCs/>
        </w:rPr>
        <w:t>]</w:t>
      </w:r>
    </w:p>
    <w:p w:rsidR="00E215C2" w:rsidRPr="00E215C2" w:rsidRDefault="00E215C2" w:rsidP="00E215C2">
      <w:pPr>
        <w:pStyle w:val="Tekstpodstawowy"/>
        <w:spacing w:after="0" w:line="276" w:lineRule="auto"/>
        <w:ind w:left="4111"/>
        <w:rPr>
          <w:iCs/>
        </w:rPr>
      </w:pPr>
    </w:p>
    <w:tbl>
      <w:tblPr>
        <w:tblW w:w="9104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2"/>
      </w:tblGrid>
      <w:tr w:rsidR="002578E4" w:rsidRPr="00E215C2" w:rsidTr="008A4A0D">
        <w:trPr>
          <w:gridAfter w:val="1"/>
          <w:wAfter w:w="32" w:type="dxa"/>
        </w:trPr>
        <w:tc>
          <w:tcPr>
            <w:tcW w:w="2800" w:type="dxa"/>
            <w:shd w:val="clear" w:color="auto" w:fill="auto"/>
          </w:tcPr>
          <w:p w:rsidR="002578E4" w:rsidRPr="00E215C2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215C2">
              <w:rPr>
                <w:rFonts w:ascii="Times New Roman" w:hAnsi="Times New Roman"/>
                <w:b/>
                <w:sz w:val="24"/>
                <w:szCs w:val="24"/>
              </w:rPr>
              <w:t>Wykonawca</w:t>
            </w:r>
            <w:r w:rsidRPr="00E215C2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2578E4" w:rsidRPr="00E215C2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:rsidR="002578E4" w:rsidRPr="00E215C2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2578E4" w:rsidRPr="00E215C2" w:rsidRDefault="002578E4" w:rsidP="0018769E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[nazwa, adres,</w:t>
            </w:r>
            <w:r w:rsidRPr="00E215C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 zależności od podmiotu: NIP/PESEL, KRS/CEiDG]</w:t>
            </w:r>
          </w:p>
        </w:tc>
      </w:tr>
      <w:tr w:rsidR="002578E4" w:rsidRPr="00E215C2" w:rsidTr="008A4A0D">
        <w:trPr>
          <w:gridAfter w:val="1"/>
          <w:wAfter w:w="32" w:type="dxa"/>
        </w:trPr>
        <w:tc>
          <w:tcPr>
            <w:tcW w:w="2800" w:type="dxa"/>
            <w:shd w:val="clear" w:color="auto" w:fill="auto"/>
          </w:tcPr>
          <w:p w:rsidR="002578E4" w:rsidRPr="00E215C2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215C2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2578E4" w:rsidRPr="00E215C2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:rsidR="002578E4" w:rsidRPr="00E215C2" w:rsidRDefault="002578E4" w:rsidP="001876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2578E4" w:rsidRPr="00E215C2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Times New Roman" w:hAnsi="Times New Roman"/>
                <w:iCs/>
                <w:sz w:val="24"/>
                <w:szCs w:val="24"/>
              </w:rPr>
            </w:pP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[</w:t>
            </w:r>
            <w:r w:rsidRPr="00E215C2">
              <w:rPr>
                <w:rFonts w:ascii="Times New Roman" w:hAnsi="Times New Roman"/>
                <w:iCs/>
                <w:sz w:val="24"/>
                <w:szCs w:val="24"/>
              </w:rPr>
              <w:t>imię, nazwisko, stanowisko/podstawa do reprezentacji</w:t>
            </w: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201182" w:rsidRPr="00E215C2" w:rsidTr="008A4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shd w:val="clear" w:color="auto" w:fill="D9D9D9"/>
          </w:tcPr>
          <w:p w:rsidR="00331695" w:rsidRDefault="00201182" w:rsidP="00331695">
            <w:pPr>
              <w:spacing w:before="240" w:after="120" w:line="276" w:lineRule="auto"/>
              <w:ind w:left="-105" w:right="-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5C2">
              <w:rPr>
                <w:rFonts w:ascii="Times New Roman" w:hAnsi="Times New Roman"/>
                <w:b/>
                <w:sz w:val="24"/>
                <w:szCs w:val="24"/>
              </w:rPr>
              <w:t>OŚWIADCZENIE WYKONAWCY</w:t>
            </w:r>
            <w:r w:rsidR="003316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31695" w:rsidRPr="00331695">
              <w:rPr>
                <w:rFonts w:ascii="Times New Roman" w:hAnsi="Times New Roman"/>
                <w:b/>
                <w:sz w:val="24"/>
                <w:szCs w:val="24"/>
              </w:rPr>
              <w:t xml:space="preserve">DOTYCZĄCE </w:t>
            </w:r>
          </w:p>
          <w:p w:rsidR="00201182" w:rsidRPr="00331695" w:rsidRDefault="00201182" w:rsidP="00331695">
            <w:pPr>
              <w:spacing w:before="240" w:after="120" w:line="276" w:lineRule="auto"/>
              <w:ind w:left="-105" w:right="-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5C2">
              <w:rPr>
                <w:rFonts w:ascii="Times New Roman" w:hAnsi="Times New Roman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:rsidR="00E50194" w:rsidRPr="00E215C2" w:rsidRDefault="001F027E" w:rsidP="00FF2111">
      <w:pPr>
        <w:spacing w:before="60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Na potrzeby postę</w:t>
      </w:r>
      <w:r w:rsidR="008D0487" w:rsidRPr="00E215C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E215C2">
        <w:rPr>
          <w:rFonts w:ascii="Times New Roman" w:hAnsi="Times New Roman"/>
          <w:sz w:val="24"/>
          <w:szCs w:val="24"/>
        </w:rPr>
        <w:t>zamówienia publicznego</w:t>
      </w:r>
      <w:r w:rsidR="00E50194" w:rsidRPr="00E215C2">
        <w:rPr>
          <w:rFonts w:ascii="Times New Roman" w:hAnsi="Times New Roman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E215C2" w:rsidTr="0018769E">
        <w:tc>
          <w:tcPr>
            <w:tcW w:w="2269" w:type="dxa"/>
            <w:shd w:val="clear" w:color="auto" w:fill="auto"/>
          </w:tcPr>
          <w:p w:rsidR="002578E4" w:rsidRPr="00E215C2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215C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2578E4" w:rsidRPr="00E215C2" w:rsidRDefault="00201182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Przeprowadzenie szkoleń dla kadry dydaktycznej Akademii Kultury Fizycznej w Krakowie.</w:t>
            </w:r>
            <w:r w:rsidR="002578E4" w:rsidRPr="00E215C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201182" w:rsidRPr="00E215C2" w:rsidTr="00F36A90">
        <w:tc>
          <w:tcPr>
            <w:tcW w:w="2269" w:type="dxa"/>
            <w:shd w:val="clear" w:color="auto" w:fill="auto"/>
          </w:tcPr>
          <w:p w:rsidR="00201182" w:rsidRPr="00E215C2" w:rsidRDefault="00201182" w:rsidP="00F36A9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E215C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:rsidR="00201182" w:rsidRPr="00E215C2" w:rsidRDefault="00201182" w:rsidP="00F36A9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K-2.381/</w:t>
            </w:r>
            <w:r w:rsidR="00331695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28/BIP</w:t>
            </w:r>
            <w:r w:rsidRPr="00E215C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/2025</w:t>
            </w:r>
          </w:p>
        </w:tc>
      </w:tr>
    </w:tbl>
    <w:p w:rsidR="002578E4" w:rsidRPr="00E215C2" w:rsidRDefault="002578E4" w:rsidP="002578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90CD1" w:rsidRPr="00E215C2" w:rsidRDefault="005434B3" w:rsidP="00650D6C">
      <w:pPr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 xml:space="preserve">prowadzonego przez </w:t>
      </w:r>
      <w:r w:rsidR="00201182" w:rsidRPr="00E215C2">
        <w:rPr>
          <w:rFonts w:ascii="Times New Roman" w:hAnsi="Times New Roman"/>
          <w:b/>
          <w:sz w:val="24"/>
          <w:szCs w:val="24"/>
        </w:rPr>
        <w:t>Akademia Kultury Fizycznej  im Bronisława Czecha</w:t>
      </w:r>
      <w:r w:rsidRPr="00E215C2">
        <w:rPr>
          <w:rFonts w:ascii="Times New Roman" w:hAnsi="Times New Roman"/>
          <w:b/>
          <w:sz w:val="24"/>
          <w:szCs w:val="24"/>
        </w:rPr>
        <w:t>,</w:t>
      </w:r>
      <w:r w:rsidR="002B2AD9" w:rsidRPr="00E215C2">
        <w:rPr>
          <w:rFonts w:ascii="Times New Roman" w:hAnsi="Times New Roman"/>
          <w:sz w:val="24"/>
          <w:szCs w:val="24"/>
        </w:rPr>
        <w:t xml:space="preserve"> </w:t>
      </w:r>
      <w:r w:rsidR="00E65685" w:rsidRPr="00E215C2">
        <w:rPr>
          <w:rFonts w:ascii="Times New Roman" w:hAnsi="Times New Roman"/>
          <w:sz w:val="24"/>
          <w:szCs w:val="24"/>
        </w:rPr>
        <w:t>oświa</w:t>
      </w:r>
      <w:r w:rsidR="00825A09" w:rsidRPr="00E215C2">
        <w:rPr>
          <w:rFonts w:ascii="Times New Roman" w:hAnsi="Times New Roman"/>
          <w:sz w:val="24"/>
          <w:szCs w:val="24"/>
        </w:rPr>
        <w:t>dczam</w:t>
      </w:r>
      <w:r w:rsidR="00E65685" w:rsidRPr="00E215C2">
        <w:rPr>
          <w:rFonts w:ascii="Times New Roman" w:hAnsi="Times New Roman"/>
          <w:sz w:val="24"/>
          <w:szCs w:val="24"/>
        </w:rPr>
        <w:t>,</w:t>
      </w:r>
      <w:r w:rsidR="002B2AD9" w:rsidRPr="00E215C2">
        <w:rPr>
          <w:rFonts w:ascii="Times New Roman" w:hAnsi="Times New Roman"/>
          <w:sz w:val="24"/>
          <w:szCs w:val="24"/>
        </w:rPr>
        <w:t xml:space="preserve"> co następuje:</w:t>
      </w:r>
    </w:p>
    <w:p w:rsidR="00D2702A" w:rsidRPr="00E215C2" w:rsidRDefault="004F23F7" w:rsidP="002578E4">
      <w:pPr>
        <w:spacing w:before="24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Oświadczam,</w:t>
      </w:r>
      <w:r w:rsidR="00313417" w:rsidRPr="00E215C2">
        <w:rPr>
          <w:rFonts w:ascii="Times New Roman" w:hAnsi="Times New Roman"/>
          <w:sz w:val="24"/>
          <w:szCs w:val="24"/>
        </w:rPr>
        <w:t xml:space="preserve"> że spełniam</w:t>
      </w:r>
      <w:r w:rsidR="004541F9" w:rsidRPr="00E215C2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E215C2">
        <w:rPr>
          <w:rFonts w:ascii="Times New Roman" w:hAnsi="Times New Roman"/>
          <w:sz w:val="24"/>
          <w:szCs w:val="24"/>
        </w:rPr>
        <w:t xml:space="preserve"> warunki udziału </w:t>
      </w:r>
      <w:r w:rsidR="004541F9" w:rsidRPr="00E215C2">
        <w:rPr>
          <w:rFonts w:ascii="Times New Roman" w:hAnsi="Times New Roman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E215C2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E215C2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5C2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E215C2" w:rsidRDefault="00D2702A" w:rsidP="00D2702A">
            <w:pPr>
              <w:spacing w:before="60" w:after="120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b/>
                <w:sz w:val="24"/>
                <w:szCs w:val="24"/>
              </w:rPr>
              <w:t>Warunki udziału w postępowaniu</w:t>
            </w:r>
          </w:p>
        </w:tc>
      </w:tr>
      <w:tr w:rsidR="00201182" w:rsidRPr="00E215C2" w:rsidTr="00F36A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182" w:rsidRPr="00E215C2" w:rsidRDefault="00201182" w:rsidP="00F36A90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695" w:rsidRPr="00331695" w:rsidRDefault="00331695" w:rsidP="008A4A0D">
            <w:pPr>
              <w:spacing w:before="90" w:after="60" w:line="265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31695">
              <w:rPr>
                <w:rFonts w:ascii="Times New Roman" w:hAnsi="Times New Roman"/>
                <w:b/>
                <w:sz w:val="24"/>
                <w:szCs w:val="24"/>
              </w:rPr>
              <w:t>Doświadczenie wykonawcy</w:t>
            </w:r>
          </w:p>
          <w:p w:rsidR="00331695" w:rsidRPr="00331695" w:rsidRDefault="00331695" w:rsidP="008A4A0D">
            <w:pPr>
              <w:pStyle w:val="Akapitzlist"/>
              <w:spacing w:before="90" w:after="60" w:line="265" w:lineRule="exact"/>
              <w:ind w:left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</w:pPr>
            <w:r w:rsidRPr="0033169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  <w:t xml:space="preserve">Wykonawca musi wykazać, że wykonał należycie w okresie ostatnich 3 lat przed upływem terminu składania ofert, a jeżeli okres prowadzenia działalności jest krótszy – w tym okresie, co najmniej dwie usługi polegające na przeprowadzeniu kursów z zakresu masażu </w:t>
            </w:r>
            <w:proofErr w:type="spellStart"/>
            <w:r w:rsidRPr="0033169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  <w:t>kobido</w:t>
            </w:r>
            <w:proofErr w:type="spellEnd"/>
            <w:r w:rsidRPr="0033169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  <w:t xml:space="preserve"> i co najmniej dwie usługi polegające na przeprowadzeniu </w:t>
            </w:r>
            <w:r w:rsidRPr="00331695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  <w:lastRenderedPageBreak/>
              <w:t xml:space="preserve">kursów z zakresu masażu gorącymi kamieniami. Łączny wymiar przeprowadzonych szkoleń nie może być niższy niż 100 godzin. </w:t>
            </w:r>
          </w:p>
          <w:p w:rsidR="00201182" w:rsidRPr="00E215C2" w:rsidRDefault="00331695" w:rsidP="008A4A0D">
            <w:pPr>
              <w:spacing w:before="90" w:after="60" w:line="26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1695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Ocena spełnienia w/w. wymogu będzie dokonana na podstawie wykazu usług (</w:t>
            </w:r>
            <w:r w:rsidRPr="00331695">
              <w:rPr>
                <w:rFonts w:ascii="Times New Roman" w:eastAsia="Times New Roman" w:hAnsi="Times New Roman"/>
                <w:b/>
                <w:sz w:val="23"/>
                <w:szCs w:val="23"/>
                <w:lang w:eastAsia="pl-PL"/>
              </w:rPr>
              <w:t>zał. 5 do ogłoszenia</w:t>
            </w:r>
            <w:r w:rsidRPr="00331695"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) wraz z podaniem ich tematu, wymiaru godzinowego,  daty i miejsca wykonania oraz z załączeniem referencji poświadczających, że szkolenia te zostały przeprowadzone w sposób należyty. Ocena spełnienie w/w wymogu będzie dokonana na zasadzie spełnia/ nie spełnia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1182" w:rsidRPr="00E215C2" w:rsidTr="005B733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182" w:rsidRPr="00E215C2" w:rsidRDefault="00201182" w:rsidP="00F36A90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33A" w:rsidRPr="005B733A" w:rsidRDefault="005B733A" w:rsidP="008A4A0D">
            <w:pPr>
              <w:pStyle w:val="Akapitzlist"/>
              <w:spacing w:before="90" w:after="60" w:line="265" w:lineRule="exact"/>
              <w:ind w:left="175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B733A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  <w:t xml:space="preserve">Zamawiający wymaga, by Wykonawca </w:t>
            </w:r>
            <w:r w:rsidRPr="005B733A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wykazał, że dysponuje osobami zdolnymi do wykonania zamówienia tj.:</w:t>
            </w:r>
          </w:p>
          <w:p w:rsidR="005B733A" w:rsidRPr="005B733A" w:rsidRDefault="005B733A" w:rsidP="008A4A0D">
            <w:pPr>
              <w:pStyle w:val="Akapitzlist"/>
              <w:tabs>
                <w:tab w:val="left" w:pos="567"/>
              </w:tabs>
              <w:spacing w:before="90" w:after="60" w:line="265" w:lineRule="exact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Co najmniej 1 osobą posiadającą wykształcenie wyższe związane z fizjoterapią lub kosmetologią, na poziomie minimum magisterskim, udokumentowane dyplomem ukończenia uczelni wyższej oraz posiadającą ukończone kursy z zakresu masażu </w:t>
            </w:r>
            <w:proofErr w:type="spellStart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 masażu gorącymi kamieniami lub zaliczenia z przedmiotów : masaż gorącymi kamieniami i masaż </w:t>
            </w:r>
            <w:proofErr w:type="spellStart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jeśli takowe realizowane były w toku studiów, która w ostatnich 3 latach przed upływem terminu składania ofert zrealizowała co najmniej 2 szkolenia z zakresu masażu </w:t>
            </w:r>
            <w:proofErr w:type="spellStart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 co najmniej 2 szkolenia z zakresu masażu gorącymi kamieniami dla co najmniej 5 osobowej zorganizowanej grupy uczestników każde.  </w:t>
            </w:r>
          </w:p>
          <w:p w:rsidR="005B733A" w:rsidRPr="005B733A" w:rsidRDefault="005B733A" w:rsidP="008A4A0D">
            <w:pPr>
              <w:pStyle w:val="Akapitzlist"/>
              <w:tabs>
                <w:tab w:val="left" w:pos="567"/>
              </w:tabs>
              <w:spacing w:before="90" w:after="60" w:line="265" w:lineRule="exact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Zamawiający nie uzna warunku za spełniony w przypadku wskazania w wykazie osób doświadczenia prowadzonego szkolenie, polegającego na przeszkoleniu jednej indywidualnej osoby. </w:t>
            </w:r>
          </w:p>
          <w:p w:rsidR="005B733A" w:rsidRPr="005B733A" w:rsidRDefault="005B733A" w:rsidP="008A4A0D">
            <w:pPr>
              <w:pStyle w:val="Akapitzlist"/>
              <w:tabs>
                <w:tab w:val="left" w:pos="567"/>
              </w:tabs>
              <w:spacing w:before="90" w:after="60" w:line="265" w:lineRule="exact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Ocena spełnienia w/w. wymogu będzie dokonana na podstawie wykazu osób (</w:t>
            </w:r>
            <w:r w:rsidRPr="005B733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zał. 6 do głoszenia</w:t>
            </w:r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).</w:t>
            </w:r>
          </w:p>
          <w:p w:rsidR="005B733A" w:rsidRPr="005B733A" w:rsidRDefault="005B733A" w:rsidP="008A4A0D">
            <w:pPr>
              <w:pStyle w:val="Akapitzlist"/>
              <w:tabs>
                <w:tab w:val="left" w:pos="567"/>
              </w:tabs>
              <w:spacing w:before="90" w:after="60" w:line="265" w:lineRule="exact"/>
              <w:ind w:left="176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Wykonawca ma obowiązek dołączyć do oferty kserokopie dyplomów osób wskazanych do realizacji zamówienia, potwierdzających ukończenie uczelni wyższej na kierunku związanym z fizjoterapią lub kosmetologią, kserokopii potwierdzających ukończenie kursów z zakresu masażu </w:t>
            </w:r>
            <w:proofErr w:type="spellStart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 masażu gorącymi kamieniami oraz dokumentów potwierdzających przeprowadzenie co najmniej dwóch szkoleń z zakresu masażu </w:t>
            </w:r>
            <w:proofErr w:type="spellStart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oraz co najmniej dwóch szkoleń z zakresu masażu gorącymi kamieniami.  W przypadku ukończenia przedmiotów masażu </w:t>
            </w:r>
            <w:proofErr w:type="spellStart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 w:rsidRPr="005B73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 gorącymi kamieniami w toku studiów, potwierdzeniem spełniania warunku będzie kopia sylabusa. </w:t>
            </w:r>
          </w:p>
        </w:tc>
      </w:tr>
      <w:tr w:rsidR="00201182" w:rsidRPr="00E215C2" w:rsidTr="00F36A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182" w:rsidRPr="00E215C2" w:rsidRDefault="00201182" w:rsidP="00F36A90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182" w:rsidRPr="00E215C2" w:rsidRDefault="00201182" w:rsidP="008A4A0D">
            <w:pPr>
              <w:spacing w:before="90" w:after="60" w:line="265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5C2">
              <w:rPr>
                <w:rFonts w:ascii="Times New Roman" w:hAnsi="Times New Roman"/>
                <w:b/>
                <w:bCs/>
                <w:sz w:val="24"/>
                <w:szCs w:val="24"/>
              </w:rPr>
              <w:t>Zdolność do występowania w obrocie gospodarczym</w:t>
            </w:r>
          </w:p>
          <w:p w:rsidR="00201182" w:rsidRPr="00E215C2" w:rsidRDefault="00201182" w:rsidP="008A4A0D">
            <w:pPr>
              <w:spacing w:before="90" w:after="60" w:line="26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sz w:val="24"/>
                <w:szCs w:val="24"/>
              </w:rPr>
              <w:t>O udzielenie zamówienia publicznego mogą ubiegać się wykonawcy, którzy spełniają warunki, dotyczące posiadania zdolności do występowania w obrocie gospodarczym. Zamawiający nie wyznacza warunku w tym zakresie.</w:t>
            </w:r>
          </w:p>
        </w:tc>
      </w:tr>
      <w:tr w:rsidR="00201182" w:rsidRPr="00E215C2" w:rsidTr="00F36A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182" w:rsidRPr="00E215C2" w:rsidRDefault="00201182" w:rsidP="00F36A90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182" w:rsidRPr="00E215C2" w:rsidRDefault="00201182" w:rsidP="008A4A0D">
            <w:pPr>
              <w:spacing w:before="90" w:after="60" w:line="265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215C2">
              <w:rPr>
                <w:rFonts w:ascii="Times New Roman" w:hAnsi="Times New Roman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:rsidR="00201182" w:rsidRPr="00E215C2" w:rsidRDefault="00201182" w:rsidP="008A4A0D">
            <w:pPr>
              <w:spacing w:before="90" w:after="60" w:line="26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sz w:val="24"/>
                <w:szCs w:val="24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Zamawiający nie wyznacza warunku w tym zakresie.</w:t>
            </w:r>
          </w:p>
        </w:tc>
      </w:tr>
    </w:tbl>
    <w:p w:rsidR="00E21BB4" w:rsidRPr="00E215C2" w:rsidRDefault="00257E73" w:rsidP="00257E73">
      <w:pPr>
        <w:spacing w:before="240"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21BB4" w:rsidRPr="00E215C2" w:rsidRDefault="00E21BB4" w:rsidP="008A4A0D">
      <w:pPr>
        <w:spacing w:before="90" w:after="60" w:line="265" w:lineRule="exact"/>
        <w:jc w:val="both"/>
        <w:rPr>
          <w:rFonts w:ascii="Times New Roman" w:hAnsi="Times New Roman"/>
          <w:color w:val="0070C0"/>
          <w:sz w:val="24"/>
          <w:szCs w:val="24"/>
        </w:rPr>
      </w:pPr>
      <w:r w:rsidRPr="00E215C2">
        <w:rPr>
          <w:rFonts w:ascii="Times New Roman" w:hAnsi="Times New Roman"/>
          <w:color w:val="0070C0"/>
          <w:sz w:val="24"/>
          <w:szCs w:val="24"/>
        </w:rPr>
        <w:t xml:space="preserve">[UWAGA: </w:t>
      </w:r>
      <w:r w:rsidR="00721D87" w:rsidRPr="00E215C2">
        <w:rPr>
          <w:rFonts w:ascii="Times New Roman" w:hAnsi="Times New Roman"/>
          <w:color w:val="0070C0"/>
          <w:sz w:val="24"/>
          <w:szCs w:val="24"/>
        </w:rPr>
        <w:t>t</w:t>
      </w:r>
      <w:r w:rsidR="00BE6F04" w:rsidRPr="00E215C2">
        <w:rPr>
          <w:rFonts w:ascii="Times New Roman" w:hAnsi="Times New Roman"/>
          <w:color w:val="0070C0"/>
          <w:sz w:val="24"/>
          <w:szCs w:val="24"/>
        </w:rPr>
        <w:t>ę</w:t>
      </w:r>
      <w:r w:rsidR="00721D87" w:rsidRPr="00E215C2">
        <w:rPr>
          <w:rFonts w:ascii="Times New Roman" w:hAnsi="Times New Roman"/>
          <w:color w:val="0070C0"/>
          <w:sz w:val="24"/>
          <w:szCs w:val="24"/>
        </w:rPr>
        <w:t xml:space="preserve"> część oświadczenia </w:t>
      </w:r>
      <w:r w:rsidRPr="00E215C2">
        <w:rPr>
          <w:rFonts w:ascii="Times New Roman" w:hAnsi="Times New Roman"/>
          <w:color w:val="0070C0"/>
          <w:sz w:val="24"/>
          <w:szCs w:val="24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:rsidR="00C62F57" w:rsidRPr="00E215C2" w:rsidRDefault="00C62F57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lastRenderedPageBreak/>
        <w:t>Oświadczam, że spełniam warunki udziału w postępowaniu określone przez zamawiającego w  następującym zakresie:</w:t>
      </w:r>
    </w:p>
    <w:p w:rsidR="00C62F57" w:rsidRPr="00E215C2" w:rsidRDefault="00C62F57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721D87" w:rsidRPr="00E215C2" w:rsidRDefault="00E21BB4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E215C2">
        <w:rPr>
          <w:rFonts w:ascii="Times New Roman" w:hAnsi="Times New Roman"/>
          <w:sz w:val="24"/>
          <w:szCs w:val="24"/>
        </w:rPr>
        <w:t>ego/</w:t>
      </w:r>
      <w:r w:rsidRPr="00E215C2">
        <w:rPr>
          <w:rFonts w:ascii="Times New Roman" w:hAnsi="Times New Roman"/>
          <w:sz w:val="24"/>
          <w:szCs w:val="24"/>
        </w:rPr>
        <w:t xml:space="preserve">ych zasoby: </w:t>
      </w:r>
    </w:p>
    <w:p w:rsidR="00721D87" w:rsidRPr="00E215C2" w:rsidRDefault="00E21BB4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……………</w:t>
      </w:r>
      <w:r w:rsidR="00721D87" w:rsidRPr="00E215C2">
        <w:rPr>
          <w:rFonts w:ascii="Times New Roman" w:hAnsi="Times New Roman"/>
          <w:sz w:val="24"/>
          <w:szCs w:val="24"/>
        </w:rPr>
        <w:t>………………….……………………………………………………………….....</w:t>
      </w:r>
    </w:p>
    <w:p w:rsidR="00721D87" w:rsidRPr="00E215C2" w:rsidRDefault="00721D87" w:rsidP="008A4A0D">
      <w:pPr>
        <w:spacing w:before="90" w:after="60" w:line="265" w:lineRule="exact"/>
        <w:jc w:val="center"/>
        <w:rPr>
          <w:rFonts w:ascii="Times New Roman" w:hAnsi="Times New Roman"/>
          <w:i/>
          <w:iCs/>
          <w:sz w:val="24"/>
          <w:szCs w:val="24"/>
        </w:rPr>
      </w:pPr>
      <w:r w:rsidRPr="00E215C2">
        <w:rPr>
          <w:rFonts w:ascii="Times New Roman" w:hAnsi="Times New Roman"/>
          <w:i/>
          <w:iCs/>
          <w:sz w:val="24"/>
          <w:szCs w:val="24"/>
        </w:rPr>
        <w:t>(wskazać nazwę/y podmiotu/ów)</w:t>
      </w:r>
    </w:p>
    <w:p w:rsidR="00721D87" w:rsidRPr="00E215C2" w:rsidRDefault="00E21BB4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 xml:space="preserve">w następującym zakresie: </w:t>
      </w:r>
    </w:p>
    <w:p w:rsidR="00E21BB4" w:rsidRPr="00E215C2" w:rsidRDefault="00E21BB4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……………</w:t>
      </w:r>
      <w:r w:rsidR="00721D87" w:rsidRPr="00E215C2">
        <w:rPr>
          <w:rFonts w:ascii="Times New Roman" w:hAnsi="Times New Roman"/>
          <w:sz w:val="24"/>
          <w:szCs w:val="24"/>
        </w:rPr>
        <w:t>………………………………………………………….</w:t>
      </w:r>
      <w:r w:rsidRPr="00E215C2">
        <w:rPr>
          <w:rFonts w:ascii="Times New Roman" w:hAnsi="Times New Roman"/>
          <w:sz w:val="24"/>
          <w:szCs w:val="24"/>
        </w:rPr>
        <w:t>………………………….</w:t>
      </w:r>
    </w:p>
    <w:p w:rsidR="00E21BB4" w:rsidRPr="00E215C2" w:rsidRDefault="00E21BB4" w:rsidP="008A4A0D">
      <w:pPr>
        <w:spacing w:before="90" w:after="60" w:line="265" w:lineRule="exact"/>
        <w:jc w:val="center"/>
        <w:rPr>
          <w:rFonts w:ascii="Times New Roman" w:hAnsi="Times New Roman"/>
          <w:i/>
          <w:iCs/>
          <w:sz w:val="24"/>
          <w:szCs w:val="24"/>
        </w:rPr>
      </w:pPr>
      <w:r w:rsidRPr="00E215C2">
        <w:rPr>
          <w:rFonts w:ascii="Times New Roman" w:hAnsi="Times New Roman"/>
          <w:i/>
          <w:iCs/>
          <w:sz w:val="24"/>
          <w:szCs w:val="24"/>
        </w:rPr>
        <w:t>(określić odpowiedni zakres udostępnianych zasobów dla wskazanego podmiotu)</w:t>
      </w:r>
    </w:p>
    <w:p w:rsidR="00C62F57" w:rsidRPr="00E215C2" w:rsidRDefault="00257E73" w:rsidP="008A4A0D">
      <w:pPr>
        <w:spacing w:before="90" w:after="60" w:line="265" w:lineRule="exact"/>
        <w:jc w:val="center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E215C2" w:rsidTr="00CD4DD1">
        <w:tc>
          <w:tcPr>
            <w:tcW w:w="9104" w:type="dxa"/>
            <w:shd w:val="clear" w:color="auto" w:fill="D9D9D9"/>
          </w:tcPr>
          <w:p w:rsidR="00BE6F04" w:rsidRPr="00E215C2" w:rsidRDefault="00E426EB" w:rsidP="008A4A0D">
            <w:pPr>
              <w:spacing w:before="90" w:after="60" w:line="265" w:lineRule="exact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FE4E2B" w:rsidRPr="00E215C2" w:rsidRDefault="00E426EB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E215C2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E215C2" w:rsidTr="00847232">
        <w:tc>
          <w:tcPr>
            <w:tcW w:w="9104" w:type="dxa"/>
            <w:shd w:val="clear" w:color="auto" w:fill="D9D9D9"/>
          </w:tcPr>
          <w:p w:rsidR="00E426EB" w:rsidRPr="00E215C2" w:rsidRDefault="00E426EB" w:rsidP="008A4A0D">
            <w:pPr>
              <w:spacing w:before="90" w:after="60" w:line="265" w:lineRule="exact"/>
              <w:rPr>
                <w:rFonts w:ascii="Times New Roman" w:hAnsi="Times New Roman"/>
                <w:sz w:val="24"/>
                <w:szCs w:val="24"/>
              </w:rPr>
            </w:pPr>
            <w:r w:rsidRPr="00E215C2">
              <w:rPr>
                <w:rFonts w:ascii="Times New Roman" w:hAnsi="Times New Roman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:rsidR="00E426EB" w:rsidRPr="00E215C2" w:rsidRDefault="00E426EB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</w:p>
    <w:p w:rsidR="00E426EB" w:rsidRPr="00E215C2" w:rsidRDefault="00E426EB" w:rsidP="008A4A0D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E426EB" w:rsidRPr="00E215C2" w:rsidRDefault="00E426EB" w:rsidP="008A4A0D">
      <w:pPr>
        <w:numPr>
          <w:ilvl w:val="0"/>
          <w:numId w:val="14"/>
        </w:numPr>
        <w:spacing w:before="90" w:after="60" w:line="265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E215C2" w:rsidRDefault="00E426EB" w:rsidP="008A4A0D">
      <w:pPr>
        <w:spacing w:before="90" w:after="60" w:line="265" w:lineRule="exact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E215C2">
        <w:rPr>
          <w:rFonts w:ascii="Times New Roman" w:hAnsi="Times New Roman"/>
          <w:i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E426EB" w:rsidRPr="00E215C2" w:rsidRDefault="00E426EB" w:rsidP="008A4A0D">
      <w:pPr>
        <w:numPr>
          <w:ilvl w:val="0"/>
          <w:numId w:val="14"/>
        </w:numPr>
        <w:spacing w:before="90" w:after="60" w:line="265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E215C2" w:rsidRDefault="00E426EB" w:rsidP="008A4A0D">
      <w:pPr>
        <w:spacing w:before="90" w:after="60" w:line="265" w:lineRule="exact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E215C2">
        <w:rPr>
          <w:rFonts w:ascii="Times New Roman" w:hAnsi="Times New Roman"/>
          <w:i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E426EB" w:rsidRPr="00E215C2" w:rsidRDefault="00E426E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157F" w:rsidRPr="00E215C2" w:rsidRDefault="0012157F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24951" w:rsidRPr="00E215C2" w:rsidRDefault="00FE4E2B" w:rsidP="008A4A0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ab/>
      </w:r>
      <w:r w:rsidRPr="00E215C2">
        <w:rPr>
          <w:rFonts w:ascii="Times New Roman" w:hAnsi="Times New Roman"/>
          <w:sz w:val="24"/>
          <w:szCs w:val="24"/>
        </w:rPr>
        <w:tab/>
      </w:r>
      <w:r w:rsidRPr="00E215C2">
        <w:rPr>
          <w:rFonts w:ascii="Times New Roman" w:hAnsi="Times New Roman"/>
          <w:sz w:val="24"/>
          <w:szCs w:val="24"/>
        </w:rPr>
        <w:tab/>
      </w:r>
      <w:r w:rsidRPr="00E215C2">
        <w:rPr>
          <w:rFonts w:ascii="Times New Roman" w:hAnsi="Times New Roman"/>
          <w:sz w:val="24"/>
          <w:szCs w:val="24"/>
        </w:rPr>
        <w:tab/>
      </w:r>
      <w:r w:rsidRPr="00E215C2">
        <w:rPr>
          <w:rFonts w:ascii="Times New Roman" w:hAnsi="Times New Roman"/>
          <w:sz w:val="24"/>
          <w:szCs w:val="24"/>
        </w:rPr>
        <w:tab/>
      </w:r>
      <w:r w:rsidRPr="00E215C2">
        <w:rPr>
          <w:rFonts w:ascii="Times New Roman" w:hAnsi="Times New Roman"/>
          <w:sz w:val="24"/>
          <w:szCs w:val="24"/>
        </w:rPr>
        <w:tab/>
      </w:r>
      <w:r w:rsidRPr="00E215C2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FE4E2B" w:rsidRPr="00E215C2" w:rsidRDefault="00524951" w:rsidP="006D536F">
      <w:pPr>
        <w:spacing w:after="0" w:line="360" w:lineRule="auto"/>
        <w:ind w:left="3261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sz w:val="24"/>
          <w:szCs w:val="24"/>
        </w:rPr>
        <w:t xml:space="preserve">  </w:t>
      </w:r>
      <w:r w:rsidR="006D536F" w:rsidRPr="00E215C2">
        <w:rPr>
          <w:rFonts w:ascii="Times New Roman" w:hAnsi="Times New Roman"/>
          <w:sz w:val="24"/>
          <w:szCs w:val="24"/>
        </w:rPr>
        <w:t>………..</w:t>
      </w:r>
      <w:r w:rsidR="00FE4E2B" w:rsidRPr="00E215C2">
        <w:rPr>
          <w:rFonts w:ascii="Times New Roman" w:hAnsi="Times New Roman"/>
          <w:sz w:val="24"/>
          <w:szCs w:val="24"/>
        </w:rPr>
        <w:t>…</w:t>
      </w:r>
      <w:r w:rsidR="006D536F" w:rsidRPr="00E215C2">
        <w:rPr>
          <w:rFonts w:ascii="Times New Roman" w:hAnsi="Times New Roman"/>
          <w:sz w:val="24"/>
          <w:szCs w:val="24"/>
        </w:rPr>
        <w:t>………..</w:t>
      </w:r>
      <w:r w:rsidR="00FE4E2B" w:rsidRPr="00E215C2">
        <w:rPr>
          <w:rFonts w:ascii="Times New Roman" w:hAnsi="Times New Roman"/>
          <w:sz w:val="24"/>
          <w:szCs w:val="24"/>
        </w:rPr>
        <w:t>……</w:t>
      </w:r>
      <w:r w:rsidR="006D536F" w:rsidRPr="00E215C2">
        <w:rPr>
          <w:rFonts w:ascii="Times New Roman" w:hAnsi="Times New Roman"/>
          <w:sz w:val="24"/>
          <w:szCs w:val="24"/>
        </w:rPr>
        <w:t>………….</w:t>
      </w:r>
      <w:r w:rsidR="00FE4E2B" w:rsidRPr="00E215C2">
        <w:rPr>
          <w:rFonts w:ascii="Times New Roman" w:hAnsi="Times New Roman"/>
          <w:sz w:val="24"/>
          <w:szCs w:val="24"/>
        </w:rPr>
        <w:t>………………………</w:t>
      </w:r>
    </w:p>
    <w:p w:rsidR="00484F88" w:rsidRPr="00E215C2" w:rsidRDefault="006D536F" w:rsidP="006D536F">
      <w:pPr>
        <w:spacing w:after="0" w:line="360" w:lineRule="auto"/>
        <w:ind w:left="3261"/>
        <w:jc w:val="both"/>
        <w:rPr>
          <w:rFonts w:ascii="Times New Roman" w:hAnsi="Times New Roman"/>
          <w:sz w:val="24"/>
          <w:szCs w:val="24"/>
        </w:rPr>
      </w:pPr>
      <w:r w:rsidRPr="00E215C2">
        <w:rPr>
          <w:rFonts w:ascii="Times New Roman" w:hAnsi="Times New Roman"/>
          <w:i/>
          <w:sz w:val="24"/>
          <w:szCs w:val="24"/>
        </w:rPr>
        <w:t xml:space="preserve">Data: </w:t>
      </w:r>
      <w:r w:rsidR="00524951" w:rsidRPr="00E215C2">
        <w:rPr>
          <w:rFonts w:ascii="Times New Roman" w:hAnsi="Times New Roman"/>
          <w:i/>
          <w:sz w:val="24"/>
          <w:szCs w:val="24"/>
        </w:rPr>
        <w:t>kwalifikowany podpis elektroniczny lub podpis zaufany lub podpis osobisty</w:t>
      </w:r>
    </w:p>
    <w:sectPr w:rsidR="00484F88" w:rsidRPr="00E215C2" w:rsidSect="00E215C2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D35" w:rsidRDefault="00E47D35" w:rsidP="0038231F">
      <w:pPr>
        <w:spacing w:after="0" w:line="240" w:lineRule="auto"/>
      </w:pPr>
      <w:r>
        <w:separator/>
      </w:r>
    </w:p>
  </w:endnote>
  <w:endnote w:type="continuationSeparator" w:id="0">
    <w:p w:rsidR="00E47D35" w:rsidRDefault="00E47D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D3E" w:rsidRDefault="00FE0D3E" w:rsidP="00FE0D3E">
    <w:pPr>
      <w:pStyle w:val="Stopka"/>
      <w:spacing w:after="120"/>
      <w:jc w:val="center"/>
      <w:rPr>
        <w:b/>
        <w:bCs/>
        <w:sz w:val="24"/>
        <w:szCs w:val="24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3</w:t>
    </w:r>
    <w:r>
      <w:rPr>
        <w:b/>
        <w:bCs/>
        <w:sz w:val="24"/>
        <w:szCs w:val="24"/>
      </w:rPr>
      <w:fldChar w:fldCharType="end"/>
    </w:r>
  </w:p>
  <w:p w:rsidR="00F8042D" w:rsidRDefault="00FE0D3E" w:rsidP="00FE0D3E">
    <w:pPr>
      <w:pStyle w:val="Stopka"/>
      <w:jc w:val="center"/>
    </w:pPr>
    <w:r w:rsidRPr="00482E03">
      <w:rPr>
        <w:rFonts w:ascii="Verdana" w:hAnsi="Verdana"/>
        <w:sz w:val="18"/>
        <w:szCs w:val="18"/>
      </w:rPr>
      <w:t>Projekt realizowany w ramach Programu Fundusze Europejskie dla Rozwoju Społecznego 2021-2027 (FERS) współfinansowanego ze środków Europejskiego Funduszu Społecznego+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D35" w:rsidRDefault="00E47D35" w:rsidP="0038231F">
      <w:pPr>
        <w:spacing w:after="0" w:line="240" w:lineRule="auto"/>
      </w:pPr>
      <w:r>
        <w:separator/>
      </w:r>
    </w:p>
  </w:footnote>
  <w:footnote w:type="continuationSeparator" w:id="0">
    <w:p w:rsidR="00E47D35" w:rsidRDefault="00E47D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310" w:rsidRDefault="00F31310">
    <w:pPr>
      <w:pStyle w:val="Nagwek"/>
      <w:rPr>
        <w:noProof/>
      </w:rPr>
    </w:pPr>
  </w:p>
  <w:p w:rsidR="00201182" w:rsidRDefault="00FE0D3E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62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7D5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1182"/>
    <w:rsid w:val="00203A40"/>
    <w:rsid w:val="002168A8"/>
    <w:rsid w:val="00232DF0"/>
    <w:rsid w:val="002342F1"/>
    <w:rsid w:val="002426FF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1695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B11F3"/>
    <w:rsid w:val="005B733A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1EF6"/>
    <w:rsid w:val="006B53D6"/>
    <w:rsid w:val="006D536F"/>
    <w:rsid w:val="006F0034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A4A0D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637D5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1091"/>
    <w:rsid w:val="00E022A1"/>
    <w:rsid w:val="00E215C2"/>
    <w:rsid w:val="00E21B42"/>
    <w:rsid w:val="00E21BB4"/>
    <w:rsid w:val="00E24546"/>
    <w:rsid w:val="00E309E9"/>
    <w:rsid w:val="00E31C06"/>
    <w:rsid w:val="00E33351"/>
    <w:rsid w:val="00E426EB"/>
    <w:rsid w:val="00E47D35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F74CA"/>
    <w:rsid w:val="00F04280"/>
    <w:rsid w:val="00F31310"/>
    <w:rsid w:val="00F318EC"/>
    <w:rsid w:val="00F365F2"/>
    <w:rsid w:val="00F43919"/>
    <w:rsid w:val="00F66810"/>
    <w:rsid w:val="00F8042D"/>
    <w:rsid w:val="00F8636A"/>
    <w:rsid w:val="00F90CD1"/>
    <w:rsid w:val="00FA4508"/>
    <w:rsid w:val="00FC0317"/>
    <w:rsid w:val="00FE0D3E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5C5CDFA"/>
  <w15:docId w15:val="{B8A42481-FAAE-41A6-832D-6569EFCF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33169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AR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73578-285C-4A2C-B42B-69382DEAB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33</TotalTime>
  <Pages>3</Pages>
  <Words>882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Arnold</dc:creator>
  <cp:keywords/>
  <cp:lastModifiedBy>Teresa Bajor</cp:lastModifiedBy>
  <cp:revision>6</cp:revision>
  <cp:lastPrinted>2016-07-26T10:32:00Z</cp:lastPrinted>
  <dcterms:created xsi:type="dcterms:W3CDTF">2025-11-24T11:48:00Z</dcterms:created>
  <dcterms:modified xsi:type="dcterms:W3CDTF">2025-12-02T08:41:00Z</dcterms:modified>
</cp:coreProperties>
</file>